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10281">
        <w:rPr>
          <w:szCs w:val="22"/>
        </w:rPr>
        <w:t>6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3B35EF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 xml:space="preserve">.2. a </w:t>
      </w:r>
      <w:r w:rsidR="003B35EF">
        <w:rPr>
          <w:b/>
          <w:color w:val="FF0000"/>
          <w:szCs w:val="22"/>
        </w:rPr>
        <w:t>9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A10281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A10281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:rsidR="008145D7" w:rsidRDefault="008145D7" w:rsidP="00A1028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A1028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A1028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A1028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A1028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A1028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8145D7" w:rsidRDefault="008145D7" w:rsidP="00A10281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10281">
        <w:rPr>
          <w:rFonts w:eastAsia="Times New Roman" w:cs="Times New Roman"/>
          <w:lang w:eastAsia="cs-CZ"/>
        </w:rPr>
        <w:t xml:space="preserve">nabídku na podlimitní sektorovou veřejnou zakázku s názvem </w:t>
      </w:r>
      <w:r w:rsidR="00CB2D07" w:rsidRPr="00915EF4">
        <w:rPr>
          <w:b/>
        </w:rPr>
        <w:t xml:space="preserve">„Odstranění odpadů v obvodu Zábřeh na Moravě“, </w:t>
      </w:r>
      <w:proofErr w:type="gramStart"/>
      <w:r w:rsidR="00CB2D07" w:rsidRPr="00915EF4">
        <w:t>č.j.</w:t>
      </w:r>
      <w:proofErr w:type="gramEnd"/>
      <w:r w:rsidR="00CB2D07" w:rsidRPr="00915EF4">
        <w:t xml:space="preserve"> 17771/2021-SŽ-OŘ OLC-NPI</w:t>
      </w:r>
      <w:bookmarkStart w:id="0" w:name="_GoBack"/>
      <w:bookmarkEnd w:id="0"/>
      <w:r w:rsidRPr="00117E56">
        <w:rPr>
          <w:rFonts w:eastAsia="Times New Roman" w:cs="Times New Roman"/>
          <w:lang w:eastAsia="cs-CZ"/>
        </w:rPr>
        <w:t xml:space="preserve">, tímto čestně </w:t>
      </w:r>
      <w:r w:rsidRPr="00A10281">
        <w:rPr>
          <w:rFonts w:eastAsia="Times New Roman" w:cs="Times New Roman"/>
          <w:lang w:eastAsia="cs-CZ"/>
        </w:rPr>
        <w:t xml:space="preserve">prohlašuje, že </w:t>
      </w:r>
      <w:r w:rsidRPr="00A10281">
        <w:rPr>
          <w:rFonts w:eastAsia="Calibri" w:cs="Times New Roman"/>
        </w:rPr>
        <w:t xml:space="preserve">údaje a další skutečnosti uvedené či jinak řádné označené v nabídce, respektive v smlouvě o </w:t>
      </w:r>
      <w:r w:rsidR="00A10281" w:rsidRPr="00A10281">
        <w:rPr>
          <w:rFonts w:eastAsia="Calibri" w:cs="Times New Roman"/>
        </w:rPr>
        <w:t>poskytování služeb</w:t>
      </w:r>
      <w:r w:rsidRPr="00A10281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</w:t>
      </w:r>
      <w:r>
        <w:rPr>
          <w:rFonts w:eastAsia="Calibri" w:cs="Times New Roman"/>
        </w:rPr>
        <w:t xml:space="preserve">“ a „občanský zákoník). </w:t>
      </w:r>
    </w:p>
    <w:p w:rsidR="008145D7" w:rsidRDefault="008145D7" w:rsidP="00A10281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A10281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A10281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2D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2D0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A10281">
          <w:pPr>
            <w:pStyle w:val="Zpat"/>
          </w:pPr>
          <w:r>
            <w:t>www.s</w:t>
          </w:r>
          <w:r w:rsidR="00A10281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17E56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35EF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4A72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281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2D0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287409-00D7-43E5-9F11-B5923511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</TotalTime>
  <Pages>1</Pages>
  <Words>344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2020-01-22T08:16:00Z</dcterms:created>
  <dcterms:modified xsi:type="dcterms:W3CDTF">2021-07-21T08:48:00Z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